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23A6C" w14:textId="77777777" w:rsidR="000B489C" w:rsidRPr="009A1EA5" w:rsidRDefault="003E0BEB" w:rsidP="009A1EA5">
      <w:pPr>
        <w:rPr>
          <w:rFonts w:ascii="Calibri" w:hAnsi="Calibri"/>
        </w:rPr>
      </w:pPr>
      <w:r w:rsidRPr="009A1EA5">
        <w:rPr>
          <w:rFonts w:ascii="Calibri" w:hAnsi="Calibri"/>
        </w:rPr>
        <w:t>Name: _________________________________</w:t>
      </w:r>
      <w:r w:rsidRPr="009A1EA5">
        <w:rPr>
          <w:rFonts w:ascii="Calibri" w:hAnsi="Calibri"/>
        </w:rPr>
        <w:tab/>
        <w:t>Period: _______</w:t>
      </w:r>
      <w:r w:rsidRPr="009A1EA5">
        <w:rPr>
          <w:rFonts w:ascii="Calibri" w:hAnsi="Calibri"/>
        </w:rPr>
        <w:tab/>
        <w:t>Date: _____________</w:t>
      </w:r>
    </w:p>
    <w:p w14:paraId="6D57FCE0" w14:textId="77777777" w:rsidR="003E0BEB" w:rsidRPr="009A1EA5" w:rsidRDefault="003E0BEB" w:rsidP="009A1EA5">
      <w:pPr>
        <w:rPr>
          <w:rFonts w:ascii="Calibri" w:hAnsi="Calibri"/>
        </w:rPr>
      </w:pPr>
    </w:p>
    <w:p w14:paraId="638D1931" w14:textId="77777777" w:rsidR="009A1EA5" w:rsidRPr="009A1EA5" w:rsidRDefault="00CE711B" w:rsidP="009A1EA5">
      <w:pPr>
        <w:jc w:val="center"/>
        <w:rPr>
          <w:rFonts w:ascii="Calibri" w:hAnsi="Calibri"/>
          <w:b/>
          <w:bCs/>
          <w:sz w:val="36"/>
          <w:szCs w:val="36"/>
        </w:rPr>
      </w:pPr>
      <w:r>
        <w:rPr>
          <w:rFonts w:ascii="Calibri" w:hAnsi="Calibri"/>
          <w:b/>
          <w:bCs/>
          <w:sz w:val="36"/>
          <w:szCs w:val="36"/>
        </w:rPr>
        <w:t>Mole to Particle Conversion Problems</w:t>
      </w:r>
    </w:p>
    <w:p w14:paraId="370C490A" w14:textId="77777777" w:rsidR="009A1EA5" w:rsidRPr="009A1EA5" w:rsidRDefault="00CE711B" w:rsidP="009A1EA5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7F160" wp14:editId="62B3BAF4">
                <wp:simplePos x="0" y="0"/>
                <wp:positionH relativeFrom="column">
                  <wp:posOffset>-114300</wp:posOffset>
                </wp:positionH>
                <wp:positionV relativeFrom="paragraph">
                  <wp:posOffset>149225</wp:posOffset>
                </wp:positionV>
                <wp:extent cx="6172200" cy="1828800"/>
                <wp:effectExtent l="0" t="0" r="2540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8288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  <a:prstDash val="dot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B2101" id="Rectangle 1" o:spid="_x0000_s1026" style="position:absolute;margin-left:-9pt;margin-top:11.75pt;width:48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" filled="f" strokecolor="black [3213]" strokeweight="1.5pt">
                <v:stroke dashstyle="dot"/>
              </v:rect>
            </w:pict>
          </mc:Fallback>
        </mc:AlternateContent>
      </w:r>
    </w:p>
    <w:p w14:paraId="6D5ACF1C" w14:textId="77777777" w:rsidR="009A1EA5" w:rsidRPr="00CE711B" w:rsidRDefault="009A1EA5" w:rsidP="00CE711B">
      <w:pPr>
        <w:rPr>
          <w:rFonts w:ascii="Calibri" w:hAnsi="Calibri"/>
          <w:sz w:val="22"/>
          <w:szCs w:val="22"/>
        </w:rPr>
      </w:pPr>
      <w:r w:rsidRPr="00CE711B">
        <w:rPr>
          <w:rFonts w:ascii="Calibri" w:hAnsi="Calibri"/>
          <w:sz w:val="22"/>
          <w:szCs w:val="22"/>
        </w:rPr>
        <w:t xml:space="preserve">1. </w:t>
      </w:r>
      <w:r w:rsidR="00CE711B" w:rsidRPr="00CE711B">
        <w:rPr>
          <w:rFonts w:ascii="Calibri" w:hAnsi="Calibri"/>
          <w:sz w:val="22"/>
          <w:szCs w:val="22"/>
        </w:rPr>
        <w:t xml:space="preserve">EXAMPLE: </w:t>
      </w:r>
      <w:r w:rsidRPr="00CE711B">
        <w:rPr>
          <w:rFonts w:ascii="Calibri" w:hAnsi="Calibri"/>
          <w:sz w:val="22"/>
          <w:szCs w:val="22"/>
        </w:rPr>
        <w:t>How many moles of magnesium is 3.01 x 10</w:t>
      </w:r>
      <w:r w:rsidRPr="00CE711B">
        <w:rPr>
          <w:rFonts w:ascii="Calibri" w:hAnsi="Calibri"/>
          <w:position w:val="7"/>
          <w:sz w:val="22"/>
          <w:szCs w:val="22"/>
        </w:rPr>
        <w:t xml:space="preserve">22 </w:t>
      </w:r>
      <w:r w:rsidRPr="00CE711B">
        <w:rPr>
          <w:rFonts w:ascii="Calibri" w:hAnsi="Calibri"/>
          <w:sz w:val="22"/>
          <w:szCs w:val="22"/>
        </w:rPr>
        <w:t xml:space="preserve">atoms of magnesium?  </w:t>
      </w:r>
    </w:p>
    <w:p w14:paraId="4FC85424" w14:textId="77777777" w:rsidR="009A1EA5" w:rsidRPr="00CE711B" w:rsidRDefault="009A1EA5" w:rsidP="00CE711B">
      <w:pPr>
        <w:jc w:val="center"/>
        <w:rPr>
          <w:rFonts w:ascii="Calibri" w:hAnsi="Calibri"/>
          <w:sz w:val="22"/>
          <w:szCs w:val="22"/>
        </w:rPr>
      </w:pPr>
      <w:r w:rsidRPr="00CE711B">
        <w:rPr>
          <w:rFonts w:ascii="Calibri" w:hAnsi="Calibri"/>
          <w:b/>
          <w:bCs/>
          <w:sz w:val="22"/>
          <w:szCs w:val="22"/>
        </w:rPr>
        <w:t>3.01 x 10</w:t>
      </w:r>
      <w:r w:rsidRPr="00CE711B">
        <w:rPr>
          <w:rFonts w:ascii="Calibri" w:hAnsi="Calibri"/>
          <w:b/>
          <w:bCs/>
          <w:sz w:val="22"/>
          <w:szCs w:val="22"/>
          <w:vertAlign w:val="superscript"/>
        </w:rPr>
        <w:t>22</w:t>
      </w:r>
      <w:r w:rsidRPr="00CE711B">
        <w:rPr>
          <w:rFonts w:ascii="Calibri" w:hAnsi="Calibri"/>
          <w:b/>
          <w:bCs/>
          <w:sz w:val="22"/>
          <w:szCs w:val="22"/>
        </w:rPr>
        <w:t xml:space="preserve"> atoms </w:t>
      </w:r>
      <w:r w:rsidR="009A13F1" w:rsidRPr="00CE711B">
        <w:rPr>
          <w:rFonts w:ascii="Calibri" w:hAnsi="Calibri"/>
          <w:b/>
          <w:bCs/>
          <w:noProof/>
          <w:position w:val="-30"/>
          <w:sz w:val="22"/>
          <w:szCs w:val="22"/>
        </w:rPr>
        <w:object w:dxaOrig="1920" w:dyaOrig="720" w14:anchorId="241813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96pt;height:36pt;mso-width-percent:0;mso-height-percent:0;mso-width-percent:0;mso-height-percent:0" o:ole="">
            <v:imagedata r:id="rId5" o:title=""/>
          </v:shape>
          <o:OLEObject Type="Embed" ProgID="Equation.3" ShapeID="_x0000_i1026" DrawAspect="Content" ObjectID="_1582611041" r:id="rId6"/>
        </w:object>
      </w:r>
      <w:r w:rsidRPr="00CE711B">
        <w:rPr>
          <w:rFonts w:ascii="Calibri" w:hAnsi="Calibri"/>
          <w:b/>
          <w:bCs/>
          <w:sz w:val="22"/>
          <w:szCs w:val="22"/>
        </w:rPr>
        <w:t xml:space="preserve"> = </w:t>
      </w:r>
      <w:r w:rsidRPr="00CE711B">
        <w:rPr>
          <w:rFonts w:ascii="Calibri" w:hAnsi="Calibri"/>
          <w:sz w:val="22"/>
          <w:szCs w:val="22"/>
        </w:rPr>
        <w:t>5 x 10</w:t>
      </w:r>
      <w:r w:rsidRPr="00CE711B">
        <w:rPr>
          <w:rFonts w:ascii="Calibri" w:hAnsi="Calibri"/>
          <w:position w:val="7"/>
          <w:sz w:val="22"/>
          <w:szCs w:val="22"/>
        </w:rPr>
        <w:t xml:space="preserve">-2 </w:t>
      </w:r>
      <w:r w:rsidRPr="00CE711B">
        <w:rPr>
          <w:rFonts w:ascii="Calibri" w:hAnsi="Calibri"/>
          <w:sz w:val="22"/>
          <w:szCs w:val="22"/>
        </w:rPr>
        <w:t>moles</w:t>
      </w:r>
    </w:p>
    <w:p w14:paraId="5350C35E" w14:textId="77777777" w:rsidR="009A1EA5" w:rsidRPr="00CE711B" w:rsidRDefault="009A1EA5" w:rsidP="00CE711B">
      <w:pPr>
        <w:rPr>
          <w:rFonts w:ascii="Calibri" w:hAnsi="Calibri"/>
          <w:sz w:val="22"/>
          <w:szCs w:val="22"/>
        </w:rPr>
      </w:pPr>
    </w:p>
    <w:p w14:paraId="5C63C244" w14:textId="77777777" w:rsidR="009A1EA5" w:rsidRPr="00CE711B" w:rsidRDefault="009A1EA5" w:rsidP="00CE711B">
      <w:pPr>
        <w:rPr>
          <w:rFonts w:ascii="Calibri" w:hAnsi="Calibri"/>
          <w:sz w:val="22"/>
          <w:szCs w:val="22"/>
        </w:rPr>
      </w:pPr>
    </w:p>
    <w:p w14:paraId="7A2091BA" w14:textId="77777777" w:rsidR="009A1EA5" w:rsidRPr="00CE711B" w:rsidRDefault="009A1EA5" w:rsidP="00CE711B">
      <w:pPr>
        <w:rPr>
          <w:rFonts w:ascii="Calibri" w:hAnsi="Calibri"/>
          <w:sz w:val="22"/>
          <w:szCs w:val="22"/>
        </w:rPr>
      </w:pPr>
      <w:r w:rsidRPr="00CE711B">
        <w:rPr>
          <w:rFonts w:ascii="Calibri" w:hAnsi="Calibri"/>
          <w:sz w:val="22"/>
          <w:szCs w:val="22"/>
        </w:rPr>
        <w:t xml:space="preserve">2. </w:t>
      </w:r>
      <w:r w:rsidR="00CE711B" w:rsidRPr="00CE711B">
        <w:rPr>
          <w:rFonts w:ascii="Calibri" w:hAnsi="Calibri"/>
          <w:sz w:val="22"/>
          <w:szCs w:val="22"/>
        </w:rPr>
        <w:t xml:space="preserve">EXAMPLE: </w:t>
      </w:r>
      <w:r w:rsidRPr="00CE711B">
        <w:rPr>
          <w:rFonts w:ascii="Calibri" w:hAnsi="Calibri"/>
          <w:sz w:val="22"/>
          <w:szCs w:val="22"/>
        </w:rPr>
        <w:t>How many molecules are there in 4.00 moles of glucose, C</w:t>
      </w:r>
      <w:r w:rsidRPr="00CE711B">
        <w:rPr>
          <w:rFonts w:ascii="Calibri" w:hAnsi="Calibri"/>
          <w:position w:val="-7"/>
          <w:sz w:val="22"/>
          <w:szCs w:val="22"/>
        </w:rPr>
        <w:t>6</w:t>
      </w:r>
      <w:r w:rsidRPr="00CE711B">
        <w:rPr>
          <w:rFonts w:ascii="Calibri" w:hAnsi="Calibri"/>
          <w:sz w:val="22"/>
          <w:szCs w:val="22"/>
        </w:rPr>
        <w:t>H</w:t>
      </w:r>
      <w:r w:rsidRPr="00CE711B">
        <w:rPr>
          <w:rFonts w:ascii="Calibri" w:hAnsi="Calibri"/>
          <w:position w:val="-7"/>
          <w:sz w:val="22"/>
          <w:szCs w:val="22"/>
        </w:rPr>
        <w:t>12</w:t>
      </w:r>
      <w:r w:rsidRPr="00CE711B">
        <w:rPr>
          <w:rFonts w:ascii="Calibri" w:hAnsi="Calibri"/>
          <w:sz w:val="22"/>
          <w:szCs w:val="22"/>
        </w:rPr>
        <w:t>O</w:t>
      </w:r>
      <w:r w:rsidRPr="00CE711B">
        <w:rPr>
          <w:rFonts w:ascii="Calibri" w:hAnsi="Calibri"/>
          <w:position w:val="-7"/>
          <w:sz w:val="22"/>
          <w:szCs w:val="22"/>
        </w:rPr>
        <w:t>6</w:t>
      </w:r>
      <w:r w:rsidRPr="00CE711B">
        <w:rPr>
          <w:rFonts w:ascii="Calibri" w:hAnsi="Calibri"/>
          <w:sz w:val="22"/>
          <w:szCs w:val="22"/>
        </w:rPr>
        <w:t>?</w:t>
      </w:r>
    </w:p>
    <w:p w14:paraId="4E838368" w14:textId="77777777" w:rsidR="009A1EA5" w:rsidRPr="00CE711B" w:rsidRDefault="009A1EA5" w:rsidP="00CE711B">
      <w:pPr>
        <w:jc w:val="center"/>
        <w:rPr>
          <w:rFonts w:ascii="Calibri" w:hAnsi="Calibri"/>
          <w:sz w:val="22"/>
          <w:szCs w:val="22"/>
        </w:rPr>
      </w:pPr>
      <w:r w:rsidRPr="00CE711B">
        <w:rPr>
          <w:rFonts w:ascii="Calibri" w:hAnsi="Calibri"/>
          <w:b/>
          <w:bCs/>
          <w:sz w:val="22"/>
          <w:szCs w:val="22"/>
        </w:rPr>
        <w:t xml:space="preserve">4.00 moles </w:t>
      </w:r>
      <w:r w:rsidR="009A13F1" w:rsidRPr="00CE711B">
        <w:rPr>
          <w:rFonts w:ascii="Calibri" w:hAnsi="Calibri"/>
          <w:b/>
          <w:bCs/>
          <w:noProof/>
          <w:position w:val="-32"/>
          <w:sz w:val="22"/>
          <w:szCs w:val="22"/>
        </w:rPr>
        <w:object w:dxaOrig="2380" w:dyaOrig="760" w14:anchorId="4AB60465">
          <v:shape id="_x0000_i1025" type="#_x0000_t75" alt="" style="width:119pt;height:38pt;mso-width-percent:0;mso-height-percent:0;mso-width-percent:0;mso-height-percent:0" o:ole="">
            <v:imagedata r:id="rId7" o:title=""/>
          </v:shape>
          <o:OLEObject Type="Embed" ProgID="Equation.3" ShapeID="_x0000_i1025" DrawAspect="Content" ObjectID="_1582611042" r:id="rId8"/>
        </w:object>
      </w:r>
      <w:r w:rsidRPr="00CE711B">
        <w:rPr>
          <w:rFonts w:ascii="Calibri" w:hAnsi="Calibri"/>
          <w:b/>
          <w:bCs/>
          <w:sz w:val="22"/>
          <w:szCs w:val="22"/>
        </w:rPr>
        <w:t xml:space="preserve"> = </w:t>
      </w:r>
      <w:r w:rsidRPr="00CE711B">
        <w:rPr>
          <w:rFonts w:ascii="Calibri" w:hAnsi="Calibri"/>
          <w:sz w:val="22"/>
          <w:szCs w:val="22"/>
        </w:rPr>
        <w:t>2.41 x 10</w:t>
      </w:r>
      <w:r w:rsidRPr="00CE711B">
        <w:rPr>
          <w:rFonts w:ascii="Calibri" w:hAnsi="Calibri"/>
          <w:position w:val="7"/>
          <w:sz w:val="22"/>
          <w:szCs w:val="22"/>
        </w:rPr>
        <w:t>24</w:t>
      </w:r>
      <w:r w:rsidRPr="00CE711B">
        <w:rPr>
          <w:rFonts w:ascii="Calibri" w:hAnsi="Calibri"/>
          <w:sz w:val="22"/>
          <w:szCs w:val="22"/>
        </w:rPr>
        <w:t xml:space="preserve"> molecules</w:t>
      </w:r>
    </w:p>
    <w:p w14:paraId="265509EB" w14:textId="77777777" w:rsidR="009A1EA5" w:rsidRPr="009A1EA5" w:rsidRDefault="009A1EA5" w:rsidP="009A1EA5">
      <w:pPr>
        <w:rPr>
          <w:rFonts w:ascii="Calibri" w:hAnsi="Calibri"/>
        </w:rPr>
      </w:pPr>
    </w:p>
    <w:p w14:paraId="276A4DBF" w14:textId="77777777" w:rsidR="009A1EA5" w:rsidRPr="00CE711B" w:rsidRDefault="009A1EA5" w:rsidP="009A1EA5">
      <w:pPr>
        <w:rPr>
          <w:rFonts w:ascii="Calibri" w:hAnsi="Calibri"/>
          <w:b/>
        </w:rPr>
      </w:pPr>
      <w:r w:rsidRPr="00CE711B">
        <w:rPr>
          <w:rFonts w:ascii="Calibri" w:hAnsi="Calibri"/>
          <w:b/>
        </w:rPr>
        <w:t>3. How many moles are 1.20 x 10</w:t>
      </w:r>
      <w:r w:rsidRPr="00CE711B">
        <w:rPr>
          <w:rFonts w:ascii="Calibri" w:hAnsi="Calibri"/>
          <w:b/>
          <w:position w:val="7"/>
        </w:rPr>
        <w:t xml:space="preserve">25 </w:t>
      </w:r>
      <w:r w:rsidRPr="00CE711B">
        <w:rPr>
          <w:rFonts w:ascii="Calibri" w:hAnsi="Calibri"/>
          <w:b/>
        </w:rPr>
        <w:t>atoms of phosphorous?</w:t>
      </w:r>
    </w:p>
    <w:p w14:paraId="343555E7" w14:textId="77777777" w:rsidR="009A1EA5" w:rsidRDefault="009A1EA5" w:rsidP="009A1EA5">
      <w:pPr>
        <w:rPr>
          <w:rFonts w:ascii="Calibri" w:hAnsi="Calibri"/>
        </w:rPr>
      </w:pPr>
    </w:p>
    <w:p w14:paraId="7D2D5DA0" w14:textId="77777777" w:rsidR="00CE711B" w:rsidRDefault="00CE711B" w:rsidP="00CE711B">
      <w:pPr>
        <w:ind w:firstLine="720"/>
        <w:rPr>
          <w:rFonts w:ascii="Calibri" w:hAnsi="Calibri"/>
        </w:rPr>
      </w:pPr>
      <w:r>
        <w:rPr>
          <w:rFonts w:ascii="Calibri" w:hAnsi="Calibri"/>
        </w:rPr>
        <w:t>Given: _________________________</w:t>
      </w:r>
      <w:r>
        <w:rPr>
          <w:rFonts w:ascii="Calibri" w:hAnsi="Calibri"/>
        </w:rPr>
        <w:tab/>
        <w:t>Looking for: _________________________</w:t>
      </w:r>
    </w:p>
    <w:p w14:paraId="506DB3BE" w14:textId="77777777" w:rsidR="00CE711B" w:rsidRPr="009A1EA5" w:rsidRDefault="00CE711B" w:rsidP="00CE711B">
      <w:pPr>
        <w:ind w:firstLine="720"/>
        <w:rPr>
          <w:rFonts w:ascii="Calibri" w:hAnsi="Calibri"/>
        </w:rPr>
      </w:pPr>
    </w:p>
    <w:tbl>
      <w:tblPr>
        <w:tblStyle w:val="TableGrid"/>
        <w:tblpPr w:leftFromText="180" w:rightFromText="180" w:vertAnchor="text" w:horzAnchor="page" w:tblpX="1909" w:tblpY="18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59"/>
        <w:gridCol w:w="3159"/>
      </w:tblGrid>
      <w:tr w:rsidR="00CE711B" w14:paraId="390DF49A" w14:textId="77777777" w:rsidTr="00CE711B">
        <w:tc>
          <w:tcPr>
            <w:tcW w:w="3159" w:type="dxa"/>
          </w:tcPr>
          <w:p w14:paraId="1B955A2A" w14:textId="77777777" w:rsidR="00CE711B" w:rsidRDefault="00CE711B" w:rsidP="00CE711B">
            <w:pPr>
              <w:rPr>
                <w:rFonts w:ascii="Calibri" w:hAnsi="Calibri"/>
              </w:rPr>
            </w:pPr>
          </w:p>
          <w:p w14:paraId="4BB0C470" w14:textId="77777777" w:rsidR="00CE711B" w:rsidRDefault="00CE711B" w:rsidP="00CE711B">
            <w:pPr>
              <w:rPr>
                <w:rFonts w:ascii="Calibri" w:hAnsi="Calibri"/>
              </w:rPr>
            </w:pPr>
          </w:p>
          <w:p w14:paraId="576CEBF4" w14:textId="77777777" w:rsidR="00CE711B" w:rsidRDefault="00CE711B" w:rsidP="00CE711B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08A4E5BB" w14:textId="77777777" w:rsidR="00CE711B" w:rsidRDefault="00CE711B" w:rsidP="00CE711B">
            <w:pPr>
              <w:rPr>
                <w:rFonts w:ascii="Calibri" w:hAnsi="Calibri"/>
              </w:rPr>
            </w:pPr>
          </w:p>
        </w:tc>
      </w:tr>
      <w:tr w:rsidR="00CE711B" w14:paraId="5A149F7D" w14:textId="77777777" w:rsidTr="00CE711B">
        <w:tc>
          <w:tcPr>
            <w:tcW w:w="3159" w:type="dxa"/>
          </w:tcPr>
          <w:p w14:paraId="676D7E3A" w14:textId="77777777" w:rsidR="00CE711B" w:rsidRDefault="00CE711B" w:rsidP="00CE711B">
            <w:pPr>
              <w:rPr>
                <w:rFonts w:ascii="Calibri" w:hAnsi="Calibri"/>
              </w:rPr>
            </w:pPr>
          </w:p>
          <w:p w14:paraId="6E905F71" w14:textId="77777777" w:rsidR="00CE711B" w:rsidRDefault="00CE711B" w:rsidP="00CE711B">
            <w:pPr>
              <w:rPr>
                <w:rFonts w:ascii="Calibri" w:hAnsi="Calibri"/>
              </w:rPr>
            </w:pPr>
          </w:p>
          <w:p w14:paraId="33AA733A" w14:textId="77777777" w:rsidR="00CE711B" w:rsidRDefault="00CE711B" w:rsidP="00CE711B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2D13579B" w14:textId="77777777" w:rsidR="00CE711B" w:rsidRDefault="00CE711B" w:rsidP="00CE711B">
            <w:pPr>
              <w:rPr>
                <w:rFonts w:ascii="Calibri" w:hAnsi="Calibri"/>
              </w:rPr>
            </w:pPr>
          </w:p>
        </w:tc>
      </w:tr>
    </w:tbl>
    <w:p w14:paraId="64375181" w14:textId="77777777" w:rsidR="00CE711B" w:rsidRDefault="00CE711B" w:rsidP="00CE711B">
      <w:pPr>
        <w:rPr>
          <w:rFonts w:ascii="Calibri" w:hAnsi="Calibri"/>
        </w:rPr>
      </w:pPr>
    </w:p>
    <w:p w14:paraId="393EAC90" w14:textId="77777777" w:rsid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</w:p>
    <w:p w14:paraId="346EDCF7" w14:textId="77777777" w:rsidR="00CE711B" w:rsidRP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  <w:r w:rsidRPr="00CE711B">
        <w:rPr>
          <w:rFonts w:ascii="Calibri" w:hAnsi="Calibri"/>
          <w:sz w:val="40"/>
          <w:szCs w:val="40"/>
        </w:rPr>
        <w:t>=</w:t>
      </w:r>
    </w:p>
    <w:p w14:paraId="1C1FC29B" w14:textId="77777777" w:rsidR="009A1EA5" w:rsidRPr="009A1EA5" w:rsidRDefault="009A1EA5" w:rsidP="009A1EA5">
      <w:pPr>
        <w:rPr>
          <w:rFonts w:ascii="Calibri" w:hAnsi="Calibri"/>
        </w:rPr>
      </w:pPr>
    </w:p>
    <w:p w14:paraId="097963BE" w14:textId="77777777" w:rsidR="009A1EA5" w:rsidRDefault="009A1EA5" w:rsidP="009A1EA5">
      <w:pPr>
        <w:rPr>
          <w:rFonts w:ascii="Calibri" w:hAnsi="Calibri"/>
        </w:rPr>
      </w:pPr>
    </w:p>
    <w:p w14:paraId="10F422AE" w14:textId="77777777" w:rsidR="009A1EA5" w:rsidRPr="009A1EA5" w:rsidRDefault="009A1EA5" w:rsidP="009A1EA5">
      <w:pPr>
        <w:rPr>
          <w:rFonts w:ascii="Calibri" w:hAnsi="Calibri"/>
        </w:rPr>
      </w:pPr>
    </w:p>
    <w:p w14:paraId="00E31899" w14:textId="77777777" w:rsidR="009A1EA5" w:rsidRPr="00CE711B" w:rsidRDefault="009A1EA5" w:rsidP="009A1EA5">
      <w:pPr>
        <w:rPr>
          <w:rFonts w:ascii="Calibri" w:hAnsi="Calibri"/>
          <w:b/>
        </w:rPr>
      </w:pPr>
      <w:r w:rsidRPr="00CE711B">
        <w:rPr>
          <w:rFonts w:ascii="Calibri" w:hAnsi="Calibri"/>
          <w:b/>
        </w:rPr>
        <w:t>4. How many atoms are in 0.750 moles of zinc?</w:t>
      </w:r>
    </w:p>
    <w:p w14:paraId="23335F94" w14:textId="77777777" w:rsidR="009A1EA5" w:rsidRPr="009A1EA5" w:rsidRDefault="009A1EA5" w:rsidP="009A1EA5">
      <w:pPr>
        <w:rPr>
          <w:rFonts w:ascii="Calibri" w:hAnsi="Calibri"/>
        </w:rPr>
      </w:pPr>
    </w:p>
    <w:p w14:paraId="04E67AE0" w14:textId="77777777" w:rsidR="00CE711B" w:rsidRDefault="00CE711B" w:rsidP="00CE711B">
      <w:pPr>
        <w:ind w:firstLine="720"/>
        <w:rPr>
          <w:rFonts w:ascii="Calibri" w:hAnsi="Calibri"/>
        </w:rPr>
      </w:pPr>
      <w:r>
        <w:rPr>
          <w:rFonts w:ascii="Calibri" w:hAnsi="Calibri"/>
        </w:rPr>
        <w:t>Given: _________________________</w:t>
      </w:r>
      <w:r>
        <w:rPr>
          <w:rFonts w:ascii="Calibri" w:hAnsi="Calibri"/>
        </w:rPr>
        <w:tab/>
        <w:t>Looking for: _________________________</w:t>
      </w:r>
    </w:p>
    <w:p w14:paraId="190494A5" w14:textId="77777777" w:rsidR="00CE711B" w:rsidRPr="009A1EA5" w:rsidRDefault="00CE711B" w:rsidP="00CE711B">
      <w:pPr>
        <w:ind w:firstLine="720"/>
        <w:rPr>
          <w:rFonts w:ascii="Calibri" w:hAnsi="Calibri"/>
        </w:rPr>
      </w:pPr>
    </w:p>
    <w:tbl>
      <w:tblPr>
        <w:tblStyle w:val="TableGrid"/>
        <w:tblpPr w:leftFromText="180" w:rightFromText="180" w:vertAnchor="text" w:horzAnchor="page" w:tblpX="1909" w:tblpY="18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59"/>
        <w:gridCol w:w="3159"/>
      </w:tblGrid>
      <w:tr w:rsidR="00CE711B" w14:paraId="38A3CA24" w14:textId="77777777" w:rsidTr="0008569F">
        <w:tc>
          <w:tcPr>
            <w:tcW w:w="3159" w:type="dxa"/>
          </w:tcPr>
          <w:p w14:paraId="5FC72EAE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7756BC43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55813FD6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5A7AEB5A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  <w:tr w:rsidR="00CE711B" w14:paraId="78338041" w14:textId="77777777" w:rsidTr="0008569F">
        <w:tc>
          <w:tcPr>
            <w:tcW w:w="3159" w:type="dxa"/>
          </w:tcPr>
          <w:p w14:paraId="7E8E96E0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3F3EFA5F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6E17F709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286CFD05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</w:tbl>
    <w:p w14:paraId="6ACC3CD7" w14:textId="77777777" w:rsidR="00CE711B" w:rsidRDefault="00CE711B" w:rsidP="00CE711B">
      <w:pPr>
        <w:rPr>
          <w:rFonts w:ascii="Calibri" w:hAnsi="Calibri"/>
        </w:rPr>
      </w:pPr>
    </w:p>
    <w:p w14:paraId="3846EE6E" w14:textId="77777777" w:rsid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</w:p>
    <w:p w14:paraId="1435C236" w14:textId="77777777" w:rsidR="00CE711B" w:rsidRP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  <w:r w:rsidRPr="00CE711B">
        <w:rPr>
          <w:rFonts w:ascii="Calibri" w:hAnsi="Calibri"/>
          <w:sz w:val="40"/>
          <w:szCs w:val="40"/>
        </w:rPr>
        <w:t>=</w:t>
      </w:r>
    </w:p>
    <w:p w14:paraId="6D6859B2" w14:textId="77777777" w:rsidR="00CE711B" w:rsidRPr="009A1EA5" w:rsidRDefault="00CE711B" w:rsidP="00CE711B">
      <w:pPr>
        <w:rPr>
          <w:rFonts w:ascii="Calibri" w:hAnsi="Calibri"/>
        </w:rPr>
      </w:pPr>
    </w:p>
    <w:p w14:paraId="5745F7D3" w14:textId="77777777" w:rsidR="00CE711B" w:rsidRDefault="00CE711B" w:rsidP="00CE711B">
      <w:pPr>
        <w:rPr>
          <w:rFonts w:ascii="Calibri" w:hAnsi="Calibri"/>
        </w:rPr>
      </w:pPr>
    </w:p>
    <w:p w14:paraId="324144BA" w14:textId="77777777" w:rsidR="009A1EA5" w:rsidRPr="009A1EA5" w:rsidRDefault="009A1EA5" w:rsidP="009A1EA5">
      <w:pPr>
        <w:rPr>
          <w:rFonts w:ascii="Calibri" w:hAnsi="Calibri"/>
        </w:rPr>
      </w:pPr>
    </w:p>
    <w:p w14:paraId="0CF65CB4" w14:textId="77777777" w:rsidR="009A1EA5" w:rsidRPr="00CE711B" w:rsidRDefault="009A1EA5" w:rsidP="009A1EA5">
      <w:pPr>
        <w:rPr>
          <w:rFonts w:ascii="Calibri" w:hAnsi="Calibri"/>
          <w:b/>
          <w:iCs/>
        </w:rPr>
      </w:pPr>
      <w:r w:rsidRPr="00CE711B">
        <w:rPr>
          <w:rFonts w:ascii="Calibri" w:hAnsi="Calibri"/>
          <w:b/>
        </w:rPr>
        <w:t xml:space="preserve">5. </w:t>
      </w:r>
      <w:r w:rsidRPr="00CE711B">
        <w:rPr>
          <w:rFonts w:ascii="Calibri" w:hAnsi="Calibri"/>
          <w:b/>
          <w:iCs/>
        </w:rPr>
        <w:t>How many molecules are in 0.400 moles of N</w:t>
      </w:r>
      <w:r w:rsidRPr="00CE711B">
        <w:rPr>
          <w:rFonts w:ascii="Calibri" w:hAnsi="Calibri"/>
          <w:b/>
          <w:iCs/>
          <w:position w:val="-7"/>
        </w:rPr>
        <w:t>2</w:t>
      </w:r>
      <w:r w:rsidRPr="00CE711B">
        <w:rPr>
          <w:rFonts w:ascii="Calibri" w:hAnsi="Calibri"/>
          <w:b/>
          <w:iCs/>
        </w:rPr>
        <w:t>O</w:t>
      </w:r>
      <w:r w:rsidRPr="00CE711B">
        <w:rPr>
          <w:rFonts w:ascii="Calibri" w:hAnsi="Calibri"/>
          <w:b/>
          <w:iCs/>
          <w:position w:val="-7"/>
        </w:rPr>
        <w:t>5</w:t>
      </w:r>
      <w:r w:rsidRPr="00CE711B">
        <w:rPr>
          <w:rFonts w:ascii="Calibri" w:hAnsi="Calibri"/>
          <w:b/>
          <w:iCs/>
        </w:rPr>
        <w:t>?</w:t>
      </w:r>
    </w:p>
    <w:p w14:paraId="624F23A7" w14:textId="77777777" w:rsidR="009A1EA5" w:rsidRDefault="009A1EA5" w:rsidP="009A1EA5">
      <w:pPr>
        <w:rPr>
          <w:rFonts w:ascii="Calibri" w:hAnsi="Calibri"/>
        </w:rPr>
      </w:pPr>
    </w:p>
    <w:p w14:paraId="1117BBB3" w14:textId="77777777" w:rsidR="00CE711B" w:rsidRDefault="00CE711B" w:rsidP="00CE711B">
      <w:pPr>
        <w:ind w:firstLine="720"/>
        <w:rPr>
          <w:rFonts w:ascii="Calibri" w:hAnsi="Calibri"/>
        </w:rPr>
      </w:pPr>
      <w:r>
        <w:rPr>
          <w:rFonts w:ascii="Calibri" w:hAnsi="Calibri"/>
        </w:rPr>
        <w:t>Given: _________________________</w:t>
      </w:r>
      <w:r>
        <w:rPr>
          <w:rFonts w:ascii="Calibri" w:hAnsi="Calibri"/>
        </w:rPr>
        <w:tab/>
        <w:t>Looking for: _________________________</w:t>
      </w:r>
    </w:p>
    <w:p w14:paraId="5688896F" w14:textId="77777777" w:rsidR="00CE711B" w:rsidRPr="009A1EA5" w:rsidRDefault="00CE711B" w:rsidP="00CE711B">
      <w:pPr>
        <w:ind w:firstLine="720"/>
        <w:rPr>
          <w:rFonts w:ascii="Calibri" w:hAnsi="Calibri"/>
        </w:rPr>
      </w:pPr>
    </w:p>
    <w:tbl>
      <w:tblPr>
        <w:tblStyle w:val="TableGrid"/>
        <w:tblpPr w:leftFromText="180" w:rightFromText="180" w:vertAnchor="text" w:horzAnchor="page" w:tblpX="1909" w:tblpY="18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59"/>
        <w:gridCol w:w="3159"/>
      </w:tblGrid>
      <w:tr w:rsidR="00CE711B" w14:paraId="08EAFE9F" w14:textId="77777777" w:rsidTr="0008569F">
        <w:tc>
          <w:tcPr>
            <w:tcW w:w="3159" w:type="dxa"/>
          </w:tcPr>
          <w:p w14:paraId="4F0D4522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4B221313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7542A50D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18C2EC2B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  <w:tr w:rsidR="00CE711B" w14:paraId="617DAE49" w14:textId="77777777" w:rsidTr="0008569F">
        <w:tc>
          <w:tcPr>
            <w:tcW w:w="3159" w:type="dxa"/>
          </w:tcPr>
          <w:p w14:paraId="3A36DACD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6574B76C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49AD98FA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23D29A7F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</w:tbl>
    <w:p w14:paraId="2D94108B" w14:textId="77777777" w:rsidR="00CE711B" w:rsidRDefault="00CE711B" w:rsidP="00CE711B">
      <w:pPr>
        <w:rPr>
          <w:rFonts w:ascii="Calibri" w:hAnsi="Calibri"/>
        </w:rPr>
      </w:pPr>
    </w:p>
    <w:p w14:paraId="244B7F29" w14:textId="77777777" w:rsid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</w:p>
    <w:p w14:paraId="7F5A197D" w14:textId="77777777" w:rsidR="00CE711B" w:rsidRP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  <w:r w:rsidRPr="00CE711B">
        <w:rPr>
          <w:rFonts w:ascii="Calibri" w:hAnsi="Calibri"/>
          <w:sz w:val="40"/>
          <w:szCs w:val="40"/>
        </w:rPr>
        <w:t>=</w:t>
      </w:r>
    </w:p>
    <w:p w14:paraId="3E90C932" w14:textId="77777777" w:rsidR="00CE711B" w:rsidRPr="009A1EA5" w:rsidRDefault="00CE711B" w:rsidP="00CE711B">
      <w:pPr>
        <w:rPr>
          <w:rFonts w:ascii="Calibri" w:hAnsi="Calibri"/>
        </w:rPr>
      </w:pPr>
    </w:p>
    <w:p w14:paraId="53835582" w14:textId="77777777" w:rsidR="009A1EA5" w:rsidRPr="009A1EA5" w:rsidRDefault="009A1EA5" w:rsidP="009A1EA5">
      <w:pPr>
        <w:rPr>
          <w:rFonts w:ascii="Calibri" w:hAnsi="Calibri"/>
        </w:rPr>
      </w:pPr>
    </w:p>
    <w:p w14:paraId="70744DF7" w14:textId="77777777" w:rsidR="009A1EA5" w:rsidRPr="00CE711B" w:rsidRDefault="009A1EA5" w:rsidP="009A1EA5">
      <w:pPr>
        <w:rPr>
          <w:rFonts w:ascii="Calibri" w:hAnsi="Calibri"/>
          <w:b/>
        </w:rPr>
      </w:pPr>
      <w:r w:rsidRPr="00CE711B">
        <w:rPr>
          <w:rFonts w:ascii="Calibri" w:hAnsi="Calibri"/>
          <w:b/>
        </w:rPr>
        <w:lastRenderedPageBreak/>
        <w:t>6. How many atoms are in 3 moles of lithium?</w:t>
      </w:r>
    </w:p>
    <w:p w14:paraId="38DFF298" w14:textId="77777777" w:rsidR="009A1EA5" w:rsidRPr="009A1EA5" w:rsidRDefault="009A1EA5" w:rsidP="009A1EA5">
      <w:pPr>
        <w:rPr>
          <w:rFonts w:ascii="Calibri" w:hAnsi="Calibri"/>
        </w:rPr>
      </w:pPr>
    </w:p>
    <w:p w14:paraId="026A806C" w14:textId="77777777" w:rsidR="00CE711B" w:rsidRDefault="00CE711B" w:rsidP="00CE711B">
      <w:pPr>
        <w:ind w:firstLine="720"/>
        <w:rPr>
          <w:rFonts w:ascii="Calibri" w:hAnsi="Calibri"/>
        </w:rPr>
      </w:pPr>
      <w:r>
        <w:rPr>
          <w:rFonts w:ascii="Calibri" w:hAnsi="Calibri"/>
        </w:rPr>
        <w:t>Given: _________________________</w:t>
      </w:r>
      <w:r>
        <w:rPr>
          <w:rFonts w:ascii="Calibri" w:hAnsi="Calibri"/>
        </w:rPr>
        <w:tab/>
        <w:t>Looking for: _________________________</w:t>
      </w:r>
    </w:p>
    <w:p w14:paraId="4ACD627C" w14:textId="77777777" w:rsidR="00CE711B" w:rsidRPr="009A1EA5" w:rsidRDefault="00CE711B" w:rsidP="00CE711B">
      <w:pPr>
        <w:ind w:firstLine="720"/>
        <w:rPr>
          <w:rFonts w:ascii="Calibri" w:hAnsi="Calibri"/>
        </w:rPr>
      </w:pPr>
    </w:p>
    <w:tbl>
      <w:tblPr>
        <w:tblStyle w:val="TableGrid"/>
        <w:tblpPr w:leftFromText="180" w:rightFromText="180" w:vertAnchor="text" w:horzAnchor="page" w:tblpX="1909" w:tblpY="18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59"/>
        <w:gridCol w:w="3159"/>
      </w:tblGrid>
      <w:tr w:rsidR="00CE711B" w14:paraId="5B036507" w14:textId="77777777" w:rsidTr="0008569F">
        <w:tc>
          <w:tcPr>
            <w:tcW w:w="3159" w:type="dxa"/>
          </w:tcPr>
          <w:p w14:paraId="4448122E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1BEE451B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1EDDE0D9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4107959C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  <w:tr w:rsidR="00CE711B" w14:paraId="7771128C" w14:textId="77777777" w:rsidTr="0008569F">
        <w:tc>
          <w:tcPr>
            <w:tcW w:w="3159" w:type="dxa"/>
          </w:tcPr>
          <w:p w14:paraId="2C4791D7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50B2A5D8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709126E8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0B8E9183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</w:tbl>
    <w:p w14:paraId="47E17B65" w14:textId="77777777" w:rsidR="00CE711B" w:rsidRDefault="00CE711B" w:rsidP="00CE711B">
      <w:pPr>
        <w:rPr>
          <w:rFonts w:ascii="Calibri" w:hAnsi="Calibri"/>
        </w:rPr>
      </w:pPr>
    </w:p>
    <w:p w14:paraId="3047B952" w14:textId="77777777" w:rsid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</w:p>
    <w:p w14:paraId="4A9D3A48" w14:textId="77777777" w:rsidR="00CE711B" w:rsidRP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  <w:r w:rsidRPr="00CE711B">
        <w:rPr>
          <w:rFonts w:ascii="Calibri" w:hAnsi="Calibri"/>
          <w:sz w:val="40"/>
          <w:szCs w:val="40"/>
        </w:rPr>
        <w:t>=</w:t>
      </w:r>
    </w:p>
    <w:p w14:paraId="0CD1BE8A" w14:textId="77777777" w:rsidR="00CE711B" w:rsidRPr="009A1EA5" w:rsidRDefault="00CE711B" w:rsidP="00CE711B">
      <w:pPr>
        <w:rPr>
          <w:rFonts w:ascii="Calibri" w:hAnsi="Calibri"/>
        </w:rPr>
      </w:pPr>
    </w:p>
    <w:p w14:paraId="65877A90" w14:textId="77777777" w:rsidR="00CE711B" w:rsidRDefault="00CE711B" w:rsidP="00CE711B">
      <w:pPr>
        <w:rPr>
          <w:rFonts w:ascii="Calibri" w:hAnsi="Calibri"/>
        </w:rPr>
      </w:pPr>
    </w:p>
    <w:p w14:paraId="1975DCA0" w14:textId="77777777" w:rsidR="009A1EA5" w:rsidRPr="009A1EA5" w:rsidRDefault="009A1EA5" w:rsidP="009A1EA5">
      <w:pPr>
        <w:rPr>
          <w:rFonts w:ascii="Calibri" w:hAnsi="Calibri"/>
        </w:rPr>
      </w:pPr>
    </w:p>
    <w:p w14:paraId="599DB8B2" w14:textId="77777777" w:rsidR="00CE711B" w:rsidRDefault="00CE711B" w:rsidP="009A1EA5">
      <w:pPr>
        <w:rPr>
          <w:rFonts w:ascii="Calibri" w:hAnsi="Calibri"/>
          <w:b/>
        </w:rPr>
      </w:pPr>
    </w:p>
    <w:p w14:paraId="12C364F3" w14:textId="77777777" w:rsidR="009A1EA5" w:rsidRPr="00CE711B" w:rsidRDefault="009A1EA5" w:rsidP="009A1EA5">
      <w:pPr>
        <w:rPr>
          <w:rFonts w:ascii="Calibri" w:hAnsi="Calibri"/>
          <w:b/>
        </w:rPr>
      </w:pPr>
      <w:r w:rsidRPr="00CE711B">
        <w:rPr>
          <w:rFonts w:ascii="Calibri" w:hAnsi="Calibri"/>
          <w:b/>
        </w:rPr>
        <w:t>7. How many atoms are in 8.5 moles of calcium?</w:t>
      </w:r>
    </w:p>
    <w:p w14:paraId="6D048169" w14:textId="77777777" w:rsidR="009A1EA5" w:rsidRPr="009A1EA5" w:rsidRDefault="009A1EA5" w:rsidP="009A1EA5">
      <w:pPr>
        <w:rPr>
          <w:rFonts w:ascii="Calibri" w:hAnsi="Calibri"/>
        </w:rPr>
      </w:pPr>
    </w:p>
    <w:p w14:paraId="60E58FC1" w14:textId="77777777" w:rsidR="00CE711B" w:rsidRDefault="00CE711B" w:rsidP="00CE711B">
      <w:pPr>
        <w:ind w:firstLine="720"/>
        <w:rPr>
          <w:rFonts w:ascii="Calibri" w:hAnsi="Calibri"/>
        </w:rPr>
      </w:pPr>
      <w:r>
        <w:rPr>
          <w:rFonts w:ascii="Calibri" w:hAnsi="Calibri"/>
        </w:rPr>
        <w:t>Given: _________________________</w:t>
      </w:r>
      <w:r>
        <w:rPr>
          <w:rFonts w:ascii="Calibri" w:hAnsi="Calibri"/>
        </w:rPr>
        <w:tab/>
        <w:t>Looking for: _________________________</w:t>
      </w:r>
    </w:p>
    <w:p w14:paraId="61C8CDA1" w14:textId="77777777" w:rsidR="00CE711B" w:rsidRPr="009A1EA5" w:rsidRDefault="00CE711B" w:rsidP="00CE711B">
      <w:pPr>
        <w:ind w:firstLine="720"/>
        <w:rPr>
          <w:rFonts w:ascii="Calibri" w:hAnsi="Calibri"/>
        </w:rPr>
      </w:pPr>
    </w:p>
    <w:tbl>
      <w:tblPr>
        <w:tblStyle w:val="TableGrid"/>
        <w:tblpPr w:leftFromText="180" w:rightFromText="180" w:vertAnchor="text" w:horzAnchor="page" w:tblpX="1909" w:tblpY="18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59"/>
        <w:gridCol w:w="3159"/>
      </w:tblGrid>
      <w:tr w:rsidR="00CE711B" w14:paraId="7263CAE8" w14:textId="77777777" w:rsidTr="0008569F">
        <w:tc>
          <w:tcPr>
            <w:tcW w:w="3159" w:type="dxa"/>
          </w:tcPr>
          <w:p w14:paraId="6F85969E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72F01246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7EF9F067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55888BB0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  <w:tr w:rsidR="00CE711B" w14:paraId="7C93D27B" w14:textId="77777777" w:rsidTr="0008569F">
        <w:tc>
          <w:tcPr>
            <w:tcW w:w="3159" w:type="dxa"/>
          </w:tcPr>
          <w:p w14:paraId="796C1CAA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4394A5A9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38A420A2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0B84B155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</w:tbl>
    <w:p w14:paraId="4DFEB943" w14:textId="77777777" w:rsidR="00CE711B" w:rsidRDefault="00CE711B" w:rsidP="00CE711B">
      <w:pPr>
        <w:rPr>
          <w:rFonts w:ascii="Calibri" w:hAnsi="Calibri"/>
        </w:rPr>
      </w:pPr>
    </w:p>
    <w:p w14:paraId="40160D7E" w14:textId="77777777" w:rsid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</w:p>
    <w:p w14:paraId="29105F8F" w14:textId="77777777" w:rsidR="00CE711B" w:rsidRP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  <w:r w:rsidRPr="00CE711B">
        <w:rPr>
          <w:rFonts w:ascii="Calibri" w:hAnsi="Calibri"/>
          <w:sz w:val="40"/>
          <w:szCs w:val="40"/>
        </w:rPr>
        <w:t>=</w:t>
      </w:r>
    </w:p>
    <w:p w14:paraId="742EC10B" w14:textId="77777777" w:rsidR="00CE711B" w:rsidRPr="009A1EA5" w:rsidRDefault="00CE711B" w:rsidP="00CE711B">
      <w:pPr>
        <w:rPr>
          <w:rFonts w:ascii="Calibri" w:hAnsi="Calibri"/>
        </w:rPr>
      </w:pPr>
    </w:p>
    <w:p w14:paraId="40B0C9DE" w14:textId="77777777" w:rsidR="00CE711B" w:rsidRDefault="00CE711B" w:rsidP="00CE711B">
      <w:pPr>
        <w:rPr>
          <w:rFonts w:ascii="Calibri" w:hAnsi="Calibri"/>
        </w:rPr>
      </w:pPr>
    </w:p>
    <w:p w14:paraId="593D21B0" w14:textId="77777777" w:rsidR="00CE711B" w:rsidRDefault="00CE711B" w:rsidP="00CE711B">
      <w:pPr>
        <w:rPr>
          <w:rFonts w:ascii="Calibri" w:hAnsi="Calibri"/>
        </w:rPr>
      </w:pPr>
    </w:p>
    <w:p w14:paraId="19424730" w14:textId="77777777" w:rsidR="00CE711B" w:rsidRDefault="00CE711B" w:rsidP="009A1EA5">
      <w:pPr>
        <w:rPr>
          <w:rFonts w:ascii="Calibri" w:hAnsi="Calibri"/>
          <w:b/>
        </w:rPr>
      </w:pPr>
    </w:p>
    <w:p w14:paraId="1EB1C5A5" w14:textId="77777777" w:rsidR="009A1EA5" w:rsidRPr="00CE711B" w:rsidRDefault="009A1EA5" w:rsidP="009A1EA5">
      <w:pPr>
        <w:rPr>
          <w:rFonts w:ascii="Calibri" w:hAnsi="Calibri"/>
          <w:b/>
        </w:rPr>
      </w:pPr>
      <w:r w:rsidRPr="00CE711B">
        <w:rPr>
          <w:rFonts w:ascii="Calibri" w:hAnsi="Calibri"/>
          <w:b/>
        </w:rPr>
        <w:t>8. How many atoms are in 25 moles of krypton?</w:t>
      </w:r>
    </w:p>
    <w:p w14:paraId="24F8102D" w14:textId="77777777" w:rsidR="009A1EA5" w:rsidRDefault="009A1EA5" w:rsidP="009A1EA5">
      <w:pPr>
        <w:rPr>
          <w:rFonts w:ascii="Calibri" w:hAnsi="Calibri"/>
        </w:rPr>
      </w:pPr>
    </w:p>
    <w:p w14:paraId="5B9161E4" w14:textId="77777777" w:rsidR="00CE711B" w:rsidRDefault="00CE711B" w:rsidP="00CE711B">
      <w:pPr>
        <w:ind w:firstLine="720"/>
        <w:rPr>
          <w:rFonts w:ascii="Calibri" w:hAnsi="Calibri"/>
        </w:rPr>
      </w:pPr>
      <w:r>
        <w:rPr>
          <w:rFonts w:ascii="Calibri" w:hAnsi="Calibri"/>
        </w:rPr>
        <w:t>Given: _________________________</w:t>
      </w:r>
      <w:r>
        <w:rPr>
          <w:rFonts w:ascii="Calibri" w:hAnsi="Calibri"/>
        </w:rPr>
        <w:tab/>
        <w:t>Looking for: _________________________</w:t>
      </w:r>
    </w:p>
    <w:p w14:paraId="736555F8" w14:textId="77777777" w:rsidR="00CE711B" w:rsidRPr="009A1EA5" w:rsidRDefault="00CE711B" w:rsidP="00CE711B">
      <w:pPr>
        <w:ind w:firstLine="720"/>
        <w:rPr>
          <w:rFonts w:ascii="Calibri" w:hAnsi="Calibri"/>
        </w:rPr>
      </w:pPr>
    </w:p>
    <w:tbl>
      <w:tblPr>
        <w:tblStyle w:val="TableGrid"/>
        <w:tblpPr w:leftFromText="180" w:rightFromText="180" w:vertAnchor="text" w:horzAnchor="page" w:tblpX="1909" w:tblpY="18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59"/>
        <w:gridCol w:w="3159"/>
      </w:tblGrid>
      <w:tr w:rsidR="00CE711B" w14:paraId="431A7829" w14:textId="77777777" w:rsidTr="0008569F">
        <w:tc>
          <w:tcPr>
            <w:tcW w:w="3159" w:type="dxa"/>
          </w:tcPr>
          <w:p w14:paraId="11A00BC0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43EF7395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5431E2C2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18D51F32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  <w:tr w:rsidR="00CE711B" w14:paraId="20C0A970" w14:textId="77777777" w:rsidTr="0008569F">
        <w:tc>
          <w:tcPr>
            <w:tcW w:w="3159" w:type="dxa"/>
          </w:tcPr>
          <w:p w14:paraId="6980A32B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0700A681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3F005C55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0BE30EEF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</w:tbl>
    <w:p w14:paraId="1A30F386" w14:textId="77777777" w:rsidR="00CE711B" w:rsidRDefault="00CE711B" w:rsidP="00CE711B">
      <w:pPr>
        <w:rPr>
          <w:rFonts w:ascii="Calibri" w:hAnsi="Calibri"/>
        </w:rPr>
      </w:pPr>
    </w:p>
    <w:p w14:paraId="62FB1A3E" w14:textId="77777777" w:rsid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</w:p>
    <w:p w14:paraId="562AB010" w14:textId="77777777" w:rsidR="00CE711B" w:rsidRP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  <w:r w:rsidRPr="00CE711B">
        <w:rPr>
          <w:rFonts w:ascii="Calibri" w:hAnsi="Calibri"/>
          <w:sz w:val="40"/>
          <w:szCs w:val="40"/>
        </w:rPr>
        <w:t>=</w:t>
      </w:r>
    </w:p>
    <w:p w14:paraId="3EB13319" w14:textId="77777777" w:rsidR="00CE711B" w:rsidRPr="009A1EA5" w:rsidRDefault="00CE711B" w:rsidP="00CE711B">
      <w:pPr>
        <w:rPr>
          <w:rFonts w:ascii="Calibri" w:hAnsi="Calibri"/>
        </w:rPr>
      </w:pPr>
    </w:p>
    <w:p w14:paraId="2F022564" w14:textId="77777777" w:rsidR="00CE711B" w:rsidRDefault="00CE711B" w:rsidP="00CE711B">
      <w:pPr>
        <w:rPr>
          <w:rFonts w:ascii="Calibri" w:hAnsi="Calibri"/>
        </w:rPr>
      </w:pPr>
    </w:p>
    <w:p w14:paraId="006148F8" w14:textId="77777777" w:rsidR="00CE711B" w:rsidRDefault="00CE711B" w:rsidP="00CE711B">
      <w:pPr>
        <w:rPr>
          <w:rFonts w:ascii="Calibri" w:hAnsi="Calibri"/>
        </w:rPr>
      </w:pPr>
    </w:p>
    <w:p w14:paraId="2F390B31" w14:textId="77777777" w:rsidR="00CE711B" w:rsidRDefault="00CE711B" w:rsidP="009A1EA5">
      <w:pPr>
        <w:rPr>
          <w:rFonts w:ascii="Calibri" w:hAnsi="Calibri"/>
        </w:rPr>
      </w:pPr>
    </w:p>
    <w:p w14:paraId="3A6F1A03" w14:textId="77777777" w:rsidR="009A1EA5" w:rsidRPr="00CE711B" w:rsidRDefault="009A1EA5" w:rsidP="009A1EA5">
      <w:pPr>
        <w:rPr>
          <w:rFonts w:ascii="Calibri" w:hAnsi="Calibri"/>
          <w:b/>
        </w:rPr>
      </w:pPr>
      <w:r w:rsidRPr="00CE711B">
        <w:rPr>
          <w:rFonts w:ascii="Calibri" w:hAnsi="Calibri"/>
          <w:b/>
        </w:rPr>
        <w:t>9. How many moles are in 12.04 x 10</w:t>
      </w:r>
      <w:r w:rsidRPr="00CE711B">
        <w:rPr>
          <w:rFonts w:ascii="Calibri" w:hAnsi="Calibri"/>
          <w:b/>
          <w:vertAlign w:val="superscript"/>
        </w:rPr>
        <w:t>23</w:t>
      </w:r>
      <w:r w:rsidRPr="00CE711B">
        <w:rPr>
          <w:rFonts w:ascii="Calibri" w:hAnsi="Calibri"/>
          <w:b/>
        </w:rPr>
        <w:t xml:space="preserve"> atoms of helium?</w:t>
      </w:r>
    </w:p>
    <w:p w14:paraId="5345CAB1" w14:textId="77777777" w:rsidR="009A1EA5" w:rsidRDefault="009A1EA5" w:rsidP="009A1EA5">
      <w:pPr>
        <w:rPr>
          <w:rFonts w:ascii="Calibri" w:hAnsi="Calibri"/>
        </w:rPr>
      </w:pPr>
    </w:p>
    <w:p w14:paraId="377DCDD4" w14:textId="77777777" w:rsidR="00CE711B" w:rsidRDefault="00CE711B" w:rsidP="00CE711B">
      <w:pPr>
        <w:ind w:firstLine="720"/>
        <w:rPr>
          <w:rFonts w:ascii="Calibri" w:hAnsi="Calibri"/>
        </w:rPr>
      </w:pPr>
      <w:r>
        <w:rPr>
          <w:rFonts w:ascii="Calibri" w:hAnsi="Calibri"/>
        </w:rPr>
        <w:t>Given: _________________________</w:t>
      </w:r>
      <w:r>
        <w:rPr>
          <w:rFonts w:ascii="Calibri" w:hAnsi="Calibri"/>
        </w:rPr>
        <w:tab/>
        <w:t>Looking for: _________________________</w:t>
      </w:r>
    </w:p>
    <w:p w14:paraId="704E1C93" w14:textId="77777777" w:rsidR="00CE711B" w:rsidRPr="009A1EA5" w:rsidRDefault="00CE711B" w:rsidP="00CE711B">
      <w:pPr>
        <w:ind w:firstLine="720"/>
        <w:rPr>
          <w:rFonts w:ascii="Calibri" w:hAnsi="Calibri"/>
        </w:rPr>
      </w:pPr>
    </w:p>
    <w:tbl>
      <w:tblPr>
        <w:tblStyle w:val="TableGrid"/>
        <w:tblpPr w:leftFromText="180" w:rightFromText="180" w:vertAnchor="text" w:horzAnchor="page" w:tblpX="1909" w:tblpY="18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59"/>
        <w:gridCol w:w="3159"/>
      </w:tblGrid>
      <w:tr w:rsidR="00CE711B" w14:paraId="43C40FF3" w14:textId="77777777" w:rsidTr="0008569F">
        <w:tc>
          <w:tcPr>
            <w:tcW w:w="3159" w:type="dxa"/>
          </w:tcPr>
          <w:p w14:paraId="7FAB1614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617B0602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47A26799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3C6D2F80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  <w:tr w:rsidR="00CE711B" w14:paraId="4D676EC5" w14:textId="77777777" w:rsidTr="0008569F">
        <w:tc>
          <w:tcPr>
            <w:tcW w:w="3159" w:type="dxa"/>
          </w:tcPr>
          <w:p w14:paraId="53A4BDEF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72175FCD" w14:textId="77777777" w:rsidR="00CE711B" w:rsidRDefault="00CE711B" w:rsidP="0008569F">
            <w:pPr>
              <w:rPr>
                <w:rFonts w:ascii="Calibri" w:hAnsi="Calibri"/>
              </w:rPr>
            </w:pPr>
          </w:p>
          <w:p w14:paraId="05C31D7C" w14:textId="77777777" w:rsidR="00CE711B" w:rsidRDefault="00CE711B" w:rsidP="0008569F">
            <w:pPr>
              <w:rPr>
                <w:rFonts w:ascii="Calibri" w:hAnsi="Calibri"/>
              </w:rPr>
            </w:pPr>
          </w:p>
        </w:tc>
        <w:tc>
          <w:tcPr>
            <w:tcW w:w="3159" w:type="dxa"/>
          </w:tcPr>
          <w:p w14:paraId="294EC1A4" w14:textId="77777777" w:rsidR="00CE711B" w:rsidRDefault="00CE711B" w:rsidP="0008569F">
            <w:pPr>
              <w:rPr>
                <w:rFonts w:ascii="Calibri" w:hAnsi="Calibri"/>
              </w:rPr>
            </w:pPr>
          </w:p>
        </w:tc>
      </w:tr>
    </w:tbl>
    <w:p w14:paraId="14114C44" w14:textId="77777777" w:rsidR="00CE711B" w:rsidRDefault="00CE711B" w:rsidP="00CE711B">
      <w:pPr>
        <w:rPr>
          <w:rFonts w:ascii="Calibri" w:hAnsi="Calibri"/>
        </w:rPr>
      </w:pPr>
    </w:p>
    <w:p w14:paraId="76A7983A" w14:textId="77777777" w:rsid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</w:p>
    <w:p w14:paraId="1687ECDF" w14:textId="77777777" w:rsidR="00CE711B" w:rsidRPr="00CE711B" w:rsidRDefault="00CE711B" w:rsidP="00CE711B">
      <w:pPr>
        <w:ind w:left="7200" w:firstLine="90"/>
        <w:rPr>
          <w:rFonts w:ascii="Calibri" w:hAnsi="Calibri"/>
          <w:sz w:val="40"/>
          <w:szCs w:val="40"/>
        </w:rPr>
      </w:pPr>
      <w:r w:rsidRPr="00CE711B">
        <w:rPr>
          <w:rFonts w:ascii="Calibri" w:hAnsi="Calibri"/>
          <w:sz w:val="40"/>
          <w:szCs w:val="40"/>
        </w:rPr>
        <w:t>=</w:t>
      </w:r>
    </w:p>
    <w:p w14:paraId="7796EDF7" w14:textId="77777777" w:rsidR="00CE711B" w:rsidRPr="009A1EA5" w:rsidRDefault="00CE711B" w:rsidP="00CE711B">
      <w:pPr>
        <w:rPr>
          <w:rFonts w:ascii="Calibri" w:hAnsi="Calibri"/>
        </w:rPr>
      </w:pPr>
    </w:p>
    <w:p w14:paraId="74341D74" w14:textId="77777777" w:rsidR="00CE711B" w:rsidRDefault="00CE711B" w:rsidP="00CE711B">
      <w:pPr>
        <w:rPr>
          <w:rFonts w:ascii="Calibri" w:hAnsi="Calibri"/>
        </w:rPr>
      </w:pPr>
    </w:p>
    <w:p w14:paraId="030CF8F8" w14:textId="531422D4" w:rsidR="00CE711B" w:rsidRPr="009A1EA5" w:rsidRDefault="00CE711B" w:rsidP="009A1EA5">
      <w:pPr>
        <w:rPr>
          <w:rFonts w:ascii="Calibri" w:hAnsi="Calibri"/>
        </w:rPr>
      </w:pPr>
      <w:bookmarkStart w:id="0" w:name="_GoBack"/>
      <w:bookmarkEnd w:id="0"/>
    </w:p>
    <w:sectPr w:rsidR="00CE711B" w:rsidRPr="009A1EA5" w:rsidSect="003E0B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E10FF5"/>
    <w:multiLevelType w:val="hybridMultilevel"/>
    <w:tmpl w:val="A99444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EA5"/>
    <w:rsid w:val="000B489C"/>
    <w:rsid w:val="003176F7"/>
    <w:rsid w:val="003E0BEB"/>
    <w:rsid w:val="004B4E83"/>
    <w:rsid w:val="009A13F1"/>
    <w:rsid w:val="009A1EA5"/>
    <w:rsid w:val="00BD1544"/>
    <w:rsid w:val="00C918AE"/>
    <w:rsid w:val="00CE711B"/>
    <w:rsid w:val="00E5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03C8F8"/>
  <w14:defaultImageDpi w14:val="300"/>
  <w15:docId w15:val="{66E64FE4-B48C-A045-8237-E100783E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table" w:styleId="TableGrid">
    <w:name w:val="Table Grid"/>
    <w:basedOn w:val="TableNormal"/>
    <w:uiPriority w:val="59"/>
    <w:rsid w:val="00CE7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Macintosh%20HD:Users:racheleggleston:Library:Application%20Support:Microsoft:Office:User%20Templates:My%20Templates:Teacher%20Doc.dotx</Template>
  <TotalTime>0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2018-03-15T12:23:00Z</cp:lastPrinted>
  <dcterms:created xsi:type="dcterms:W3CDTF">2018-03-15T13:24:00Z</dcterms:created>
  <dcterms:modified xsi:type="dcterms:W3CDTF">2018-03-15T13:24:00Z</dcterms:modified>
</cp:coreProperties>
</file>